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1452C9F2" w:rsidR="00F862D6" w:rsidRPr="003E6B9A" w:rsidRDefault="00430B4E" w:rsidP="00430B4E">
            <w:r>
              <w:rPr>
                <w:rFonts w:ascii="Helvetica" w:hAnsi="Helvetica"/>
              </w:rPr>
              <w:t>1</w:t>
            </w:r>
            <w:r w:rsidRPr="00430B4E">
              <w:rPr>
                <w:rFonts w:ascii="Helvetica" w:hAnsi="Helvetica"/>
              </w:rPr>
              <w:t>39/2025-SŽ-SSV-Ú3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6C1F56">
        <w:trPr>
          <w:trHeight w:val="117"/>
        </w:trPr>
        <w:tc>
          <w:tcPr>
            <w:tcW w:w="1020" w:type="dxa"/>
          </w:tcPr>
          <w:p w14:paraId="3534520F" w14:textId="77777777" w:rsidR="00F862D6" w:rsidRPr="006C1F56" w:rsidRDefault="00F862D6" w:rsidP="0077673A">
            <w:r w:rsidRPr="006C1F56">
              <w:t>Listů/příloh</w:t>
            </w:r>
          </w:p>
        </w:tc>
        <w:tc>
          <w:tcPr>
            <w:tcW w:w="2552" w:type="dxa"/>
          </w:tcPr>
          <w:p w14:paraId="333CD487" w14:textId="0E4FA9EE" w:rsidR="00F862D6" w:rsidRPr="006C1F56" w:rsidRDefault="006C1F56" w:rsidP="00CC1E2B">
            <w:r w:rsidRPr="006C1F56">
              <w:t>1/</w:t>
            </w:r>
            <w:r w:rsidR="003E6B9A" w:rsidRPr="006C1F56">
              <w:t>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71154CC6" w:rsidR="00F862D6" w:rsidRPr="003E6B9A" w:rsidRDefault="002F450F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AC9C35E" w:rsidR="009A7568" w:rsidRPr="003E6B9A" w:rsidRDefault="002F450F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1BCC202D" w:rsidR="009A7568" w:rsidRPr="003E6B9A" w:rsidRDefault="002F450F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336113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C1F56">
              <w:rPr>
                <w:noProof/>
              </w:rPr>
              <w:t>7. ledna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19D750A2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>zadávací dokumentac</w:t>
      </w:r>
      <w:r w:rsidRPr="00430B4E">
        <w:rPr>
          <w:rFonts w:eastAsia="Calibri" w:cs="Times New Roman"/>
          <w:lang w:eastAsia="cs-CZ"/>
        </w:rPr>
        <w:t xml:space="preserve">e č. </w:t>
      </w:r>
      <w:r w:rsidR="00430B4E" w:rsidRPr="00430B4E">
        <w:rPr>
          <w:rFonts w:eastAsia="Times New Roman" w:cs="Times New Roman"/>
          <w:lang w:eastAsia="cs-CZ"/>
        </w:rPr>
        <w:t>2</w:t>
      </w:r>
    </w:p>
    <w:p w14:paraId="25C6ADAC" w14:textId="4DF24F59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2F450F" w:rsidRPr="002F450F">
        <w:rPr>
          <w:rFonts w:eastAsia="Calibri" w:cs="Times New Roman"/>
          <w:b/>
          <w:bCs/>
          <w:lang w:eastAsia="cs-CZ"/>
        </w:rPr>
        <w:t>Modernizace ŽST Brno-Židenice a úpravy v ŽST Brno-Maloměřice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00455CF0" w14:textId="77777777" w:rsidR="00430B4E" w:rsidRDefault="00430B4E" w:rsidP="00934DC3">
      <w:pPr>
        <w:pStyle w:val="Default"/>
        <w:rPr>
          <w:b/>
          <w:bCs/>
          <w:sz w:val="18"/>
          <w:szCs w:val="18"/>
          <w:highlight w:val="yellow"/>
        </w:rPr>
      </w:pPr>
    </w:p>
    <w:p w14:paraId="34F8D798" w14:textId="2B3D4B98" w:rsidR="00934DC3" w:rsidRPr="00430B4E" w:rsidRDefault="00934DC3" w:rsidP="006C1F56">
      <w:pPr>
        <w:pStyle w:val="Default"/>
        <w:spacing w:line="264" w:lineRule="auto"/>
        <w:rPr>
          <w:sz w:val="18"/>
          <w:szCs w:val="18"/>
        </w:rPr>
      </w:pPr>
      <w:r w:rsidRPr="00430B4E">
        <w:rPr>
          <w:b/>
          <w:bCs/>
          <w:sz w:val="18"/>
          <w:szCs w:val="18"/>
        </w:rPr>
        <w:t xml:space="preserve">Dotaz č. </w:t>
      </w:r>
      <w:r w:rsidR="00430B4E" w:rsidRPr="00430B4E">
        <w:rPr>
          <w:b/>
          <w:bCs/>
          <w:sz w:val="18"/>
          <w:szCs w:val="18"/>
        </w:rPr>
        <w:t>6</w:t>
      </w:r>
      <w:r w:rsidRPr="00430B4E">
        <w:rPr>
          <w:b/>
          <w:bCs/>
          <w:sz w:val="18"/>
          <w:szCs w:val="18"/>
        </w:rPr>
        <w:t xml:space="preserve">: </w:t>
      </w:r>
    </w:p>
    <w:p w14:paraId="4D61E42D" w14:textId="40C618F1" w:rsidR="00430B4E" w:rsidRDefault="00430B4E" w:rsidP="006C1F56">
      <w:pPr>
        <w:spacing w:after="0"/>
      </w:pPr>
      <w:r w:rsidRPr="00771D32">
        <w:rPr>
          <w:b/>
        </w:rPr>
        <w:t>PS 31-01-11, ŽST Brno-Židenice, úpravy SZZ</w:t>
      </w:r>
      <w:r>
        <w:t>. V soupisu prací se nachází položky:</w:t>
      </w:r>
    </w:p>
    <w:tbl>
      <w:tblPr>
        <w:tblW w:w="81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708"/>
        <w:gridCol w:w="181"/>
        <w:gridCol w:w="181"/>
        <w:gridCol w:w="4072"/>
        <w:gridCol w:w="709"/>
        <w:gridCol w:w="1842"/>
      </w:tblGrid>
      <w:tr w:rsidR="006C1F56" w:rsidRPr="00771D32" w14:paraId="01EE7A21" w14:textId="77777777" w:rsidTr="006C1F56">
        <w:trPr>
          <w:trHeight w:val="6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7B746E" w14:textId="77777777" w:rsidR="006C1F56" w:rsidRPr="00771D32" w:rsidRDefault="006C1F56" w:rsidP="006C1F56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771D32">
              <w:rPr>
                <w:rFonts w:ascii="Calibri" w:eastAsia="Times New Roman" w:hAnsi="Calibri" w:cs="Calibri"/>
                <w:lang w:eastAsia="cs-CZ"/>
              </w:rPr>
              <w:t>72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2E70E1" w14:textId="77777777" w:rsidR="006C1F56" w:rsidRPr="00771D32" w:rsidRDefault="006C1F56" w:rsidP="006C1F56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771D32">
              <w:rPr>
                <w:rFonts w:ascii="Calibri" w:eastAsia="Times New Roman" w:hAnsi="Calibri" w:cs="Calibri"/>
                <w:lang w:eastAsia="cs-CZ"/>
              </w:rPr>
              <w:t>R75A11</w:t>
            </w:r>
          </w:p>
        </w:tc>
        <w:tc>
          <w:tcPr>
            <w:tcW w:w="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34EF349" w14:textId="77777777" w:rsidR="006C1F56" w:rsidRPr="00771D32" w:rsidRDefault="006C1F56" w:rsidP="006C1F56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AD6E89" w14:textId="7CC5976C" w:rsidR="006C1F56" w:rsidRPr="00771D32" w:rsidRDefault="006C1F56" w:rsidP="006C1F56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771D32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40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64EEA" w14:textId="77777777" w:rsidR="006C1F56" w:rsidRPr="00771D32" w:rsidRDefault="006C1F56" w:rsidP="006C1F56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771D32">
              <w:rPr>
                <w:rFonts w:ascii="Calibri" w:eastAsia="Times New Roman" w:hAnsi="Calibri" w:cs="Calibri"/>
                <w:lang w:eastAsia="cs-CZ"/>
              </w:rPr>
              <w:t xml:space="preserve">KABEL PRO KÓDOVACÍ SMYČKY FLYCY-3-6 LANOVÝ + PŘÍCHYTKY P-03 UIC </w:t>
            </w:r>
            <w:proofErr w:type="gramStart"/>
            <w:r w:rsidRPr="00771D32">
              <w:rPr>
                <w:rFonts w:ascii="Calibri" w:eastAsia="Times New Roman" w:hAnsi="Calibri" w:cs="Calibri"/>
                <w:lang w:eastAsia="cs-CZ"/>
              </w:rPr>
              <w:t>150mm</w:t>
            </w:r>
            <w:proofErr w:type="gramEnd"/>
            <w:r w:rsidRPr="00771D32">
              <w:rPr>
                <w:rFonts w:ascii="Calibri" w:eastAsia="Times New Roman" w:hAnsi="Calibri" w:cs="Calibri"/>
                <w:lang w:eastAsia="cs-CZ"/>
              </w:rPr>
              <w:t xml:space="preserve"> (610014)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BE5C59" w14:textId="77777777" w:rsidR="006C1F56" w:rsidRPr="00771D32" w:rsidRDefault="006C1F56" w:rsidP="006C1F56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71D32">
              <w:rPr>
                <w:rFonts w:ascii="Calibri" w:eastAsia="Times New Roman" w:hAnsi="Calibri" w:cs="Calibri"/>
                <w:lang w:eastAsia="cs-CZ"/>
              </w:rPr>
              <w:t>M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E9870C" w14:textId="77777777" w:rsidR="006C1F56" w:rsidRPr="00771D32" w:rsidRDefault="006C1F56" w:rsidP="006C1F56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71D32">
              <w:rPr>
                <w:rFonts w:ascii="Calibri" w:eastAsia="Times New Roman" w:hAnsi="Calibri" w:cs="Calibri"/>
                <w:lang w:eastAsia="cs-CZ"/>
              </w:rPr>
              <w:t xml:space="preserve">   3 100,000</w:t>
            </w:r>
          </w:p>
        </w:tc>
      </w:tr>
      <w:tr w:rsidR="006C1F56" w:rsidRPr="00771D32" w14:paraId="60943F63" w14:textId="77777777" w:rsidTr="006C1F56">
        <w:trPr>
          <w:trHeight w:val="3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D00241" w14:textId="77777777" w:rsidR="006C1F56" w:rsidRPr="00771D32" w:rsidRDefault="006C1F56" w:rsidP="006C1F56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771D32">
              <w:rPr>
                <w:rFonts w:ascii="Calibri" w:eastAsia="Times New Roman" w:hAnsi="Calibri" w:cs="Calibri"/>
                <w:lang w:eastAsia="cs-CZ"/>
              </w:rPr>
              <w:t>73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F34F49" w14:textId="77777777" w:rsidR="006C1F56" w:rsidRPr="00771D32" w:rsidRDefault="006C1F56" w:rsidP="006C1F56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771D32">
              <w:rPr>
                <w:rFonts w:ascii="Calibri" w:eastAsia="Times New Roman" w:hAnsi="Calibri" w:cs="Calibri"/>
                <w:lang w:eastAsia="cs-CZ"/>
              </w:rPr>
              <w:t>R75C01</w:t>
            </w:r>
          </w:p>
        </w:tc>
        <w:tc>
          <w:tcPr>
            <w:tcW w:w="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8305E56" w14:textId="77777777" w:rsidR="006C1F56" w:rsidRPr="00771D32" w:rsidRDefault="006C1F56" w:rsidP="006C1F56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355B91" w14:textId="46D80479" w:rsidR="006C1F56" w:rsidRPr="00771D32" w:rsidRDefault="006C1F56" w:rsidP="006C1F56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771D32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69E6C" w14:textId="77777777" w:rsidR="006C1F56" w:rsidRPr="00771D32" w:rsidRDefault="006C1F56" w:rsidP="006C1F56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771D32">
              <w:rPr>
                <w:rFonts w:ascii="Calibri" w:eastAsia="Times New Roman" w:hAnsi="Calibri" w:cs="Calibri"/>
                <w:lang w:eastAsia="cs-CZ"/>
              </w:rPr>
              <w:t>DEMONTÁŽ KABELU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F8596C" w14:textId="77777777" w:rsidR="006C1F56" w:rsidRPr="00771D32" w:rsidRDefault="006C1F56" w:rsidP="006C1F56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71D32">
              <w:rPr>
                <w:rFonts w:ascii="Calibri" w:eastAsia="Times New Roman" w:hAnsi="Calibri" w:cs="Calibri"/>
                <w:lang w:eastAsia="cs-CZ"/>
              </w:rPr>
              <w:t>M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8B42F4" w14:textId="77777777" w:rsidR="006C1F56" w:rsidRPr="00771D32" w:rsidRDefault="006C1F56" w:rsidP="006C1F56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71D32">
              <w:rPr>
                <w:rFonts w:ascii="Calibri" w:eastAsia="Times New Roman" w:hAnsi="Calibri" w:cs="Calibri"/>
                <w:lang w:eastAsia="cs-CZ"/>
              </w:rPr>
              <w:t xml:space="preserve">   2 300,000</w:t>
            </w:r>
          </w:p>
        </w:tc>
      </w:tr>
      <w:tr w:rsidR="006C1F56" w:rsidRPr="00771D32" w14:paraId="5E4F038F" w14:textId="77777777" w:rsidTr="006C1F56">
        <w:trPr>
          <w:trHeight w:val="3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50B45F" w14:textId="77777777" w:rsidR="006C1F56" w:rsidRPr="00771D32" w:rsidRDefault="006C1F56" w:rsidP="006C1F56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771D32">
              <w:rPr>
                <w:rFonts w:ascii="Calibri" w:eastAsia="Times New Roman" w:hAnsi="Calibri" w:cs="Calibri"/>
                <w:lang w:eastAsia="cs-CZ"/>
              </w:rPr>
              <w:t>74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248091" w14:textId="77777777" w:rsidR="006C1F56" w:rsidRPr="00771D32" w:rsidRDefault="006C1F56" w:rsidP="006C1F56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771D32">
              <w:rPr>
                <w:rFonts w:ascii="Calibri" w:eastAsia="Times New Roman" w:hAnsi="Calibri" w:cs="Calibri"/>
                <w:lang w:eastAsia="cs-CZ"/>
              </w:rPr>
              <w:t>R75C02</w:t>
            </w:r>
          </w:p>
        </w:tc>
        <w:tc>
          <w:tcPr>
            <w:tcW w:w="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D838F85" w14:textId="77777777" w:rsidR="006C1F56" w:rsidRPr="00771D32" w:rsidRDefault="006C1F56" w:rsidP="006C1F56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6535A2" w14:textId="229FF4EB" w:rsidR="006C1F56" w:rsidRPr="00771D32" w:rsidRDefault="006C1F56" w:rsidP="006C1F56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771D32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40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76477" w14:textId="77777777" w:rsidR="006C1F56" w:rsidRPr="00771D32" w:rsidRDefault="006C1F56" w:rsidP="006C1F56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771D32">
              <w:rPr>
                <w:rFonts w:ascii="Calibri" w:eastAsia="Times New Roman" w:hAnsi="Calibri" w:cs="Calibri"/>
                <w:lang w:eastAsia="cs-CZ"/>
              </w:rPr>
              <w:t>ZPĚTNÁ MONTÁŽ KABELU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65F030" w14:textId="77777777" w:rsidR="006C1F56" w:rsidRPr="00771D32" w:rsidRDefault="006C1F56" w:rsidP="006C1F56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71D32">
              <w:rPr>
                <w:rFonts w:ascii="Calibri" w:eastAsia="Times New Roman" w:hAnsi="Calibri" w:cs="Calibri"/>
                <w:lang w:eastAsia="cs-CZ"/>
              </w:rPr>
              <w:t>M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BC3BCD" w14:textId="77777777" w:rsidR="006C1F56" w:rsidRPr="00771D32" w:rsidRDefault="006C1F56" w:rsidP="006C1F56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71D32">
              <w:rPr>
                <w:rFonts w:ascii="Calibri" w:eastAsia="Times New Roman" w:hAnsi="Calibri" w:cs="Calibri"/>
                <w:lang w:eastAsia="cs-CZ"/>
              </w:rPr>
              <w:t xml:space="preserve">   3 100,000</w:t>
            </w:r>
          </w:p>
        </w:tc>
      </w:tr>
    </w:tbl>
    <w:p w14:paraId="2CC50D68" w14:textId="77777777" w:rsidR="00430B4E" w:rsidRDefault="00430B4E" w:rsidP="006C1F56">
      <w:pPr>
        <w:pStyle w:val="Odstavecseseznamem"/>
        <w:numPr>
          <w:ilvl w:val="0"/>
          <w:numId w:val="8"/>
        </w:numPr>
        <w:spacing w:after="0"/>
      </w:pPr>
      <w:r>
        <w:t>V zadávací dokumentaci jsme nenalezli žádné informace či zdůvodnění účelu využití kabelu dle položky č. 72. Žádáme zadavatele o prověření/vysvětlení.</w:t>
      </w:r>
    </w:p>
    <w:p w14:paraId="1EA0283F" w14:textId="77777777" w:rsidR="00430B4E" w:rsidRDefault="00430B4E" w:rsidP="006C1F56">
      <w:pPr>
        <w:pStyle w:val="Odstavecseseznamem"/>
        <w:numPr>
          <w:ilvl w:val="0"/>
          <w:numId w:val="8"/>
        </w:numPr>
        <w:spacing w:after="0"/>
      </w:pPr>
      <w:r>
        <w:t>Žádáme zadavatele o prověření/vysvětlení, které kabely jsou určeny pro demontáž a zpětnou montáž dle položek č. 73 a 74.</w:t>
      </w:r>
    </w:p>
    <w:p w14:paraId="718F9E96" w14:textId="77777777" w:rsidR="00934DC3" w:rsidRPr="00842C9B" w:rsidRDefault="00934DC3" w:rsidP="006C1F56">
      <w:pPr>
        <w:pStyle w:val="Default"/>
        <w:spacing w:line="264" w:lineRule="auto"/>
        <w:rPr>
          <w:sz w:val="18"/>
          <w:szCs w:val="18"/>
          <w:highlight w:val="yellow"/>
        </w:rPr>
      </w:pPr>
    </w:p>
    <w:p w14:paraId="697BDDA1" w14:textId="47595D16" w:rsidR="00AE283E" w:rsidRPr="006C1F56" w:rsidRDefault="00BD5319" w:rsidP="006C1F56">
      <w:pPr>
        <w:spacing w:after="0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D6F4F48" w14:textId="3328F4ED" w:rsidR="00AE283E" w:rsidRPr="006C1F56" w:rsidRDefault="00AE283E" w:rsidP="006C1F56">
      <w:pPr>
        <w:spacing w:after="0"/>
        <w:rPr>
          <w:rFonts w:eastAsia="Times New Roman" w:cs="Times New Roman"/>
          <w:lang w:eastAsia="cs-CZ"/>
        </w:rPr>
      </w:pPr>
      <w:r w:rsidRPr="006C1F56">
        <w:rPr>
          <w:rFonts w:eastAsia="Times New Roman" w:cs="Times New Roman"/>
          <w:lang w:eastAsia="cs-CZ"/>
        </w:rPr>
        <w:t xml:space="preserve">Na základě dohody s provozovatelem zabezpečovacího zařízení s ohledem na jeho opotřebení a technický stav je nutné nahrazení těchto kabelů v celé jejich délce. Jde o povrchový kabel kladený k patě kolejnice. Rozdíl délek demontáže a montáže kabelu souvisí s posunutím vjezdových návěstidel L a 1L směrem do Brna </w:t>
      </w:r>
      <w:proofErr w:type="spellStart"/>
      <w:r w:rsidRPr="006C1F56">
        <w:rPr>
          <w:rFonts w:eastAsia="Times New Roman" w:cs="Times New Roman"/>
          <w:lang w:eastAsia="cs-CZ"/>
        </w:rPr>
        <w:t>hl.n</w:t>
      </w:r>
      <w:proofErr w:type="spellEnd"/>
      <w:r w:rsidRPr="006C1F56">
        <w:rPr>
          <w:rFonts w:eastAsia="Times New Roman" w:cs="Times New Roman"/>
          <w:lang w:eastAsia="cs-CZ"/>
        </w:rPr>
        <w:t>.</w:t>
      </w:r>
      <w:bookmarkStart w:id="1" w:name="_GoBack"/>
      <w:bookmarkEnd w:id="1"/>
      <w:r w:rsidRPr="006C1F56">
        <w:rPr>
          <w:rFonts w:eastAsia="Times New Roman" w:cs="Times New Roman"/>
          <w:lang w:eastAsia="cs-CZ"/>
        </w:rPr>
        <w:t xml:space="preserve"> Uvedené kabely se v dokumentaci nijak neuvádí ani neoznačují proto je uvedena pouze jejich souhrnná délka.</w:t>
      </w:r>
    </w:p>
    <w:p w14:paraId="61D2C342" w14:textId="6D99ADB1" w:rsidR="00430B4E" w:rsidRDefault="00430B4E" w:rsidP="006C1F56">
      <w:pPr>
        <w:spacing w:after="0"/>
        <w:rPr>
          <w:rFonts w:eastAsia="Times New Roman" w:cs="Times New Roman"/>
          <w:b/>
          <w:color w:val="FF0000"/>
          <w:lang w:eastAsia="cs-CZ"/>
        </w:rPr>
      </w:pPr>
    </w:p>
    <w:p w14:paraId="3BA94820" w14:textId="6840D1F5" w:rsidR="00430B4E" w:rsidRDefault="00430B4E" w:rsidP="006C1F56">
      <w:pPr>
        <w:spacing w:after="0"/>
        <w:rPr>
          <w:rFonts w:eastAsia="Times New Roman" w:cs="Times New Roman"/>
          <w:b/>
          <w:color w:val="FF0000"/>
          <w:lang w:eastAsia="cs-CZ"/>
        </w:rPr>
      </w:pPr>
    </w:p>
    <w:p w14:paraId="79B5B9ED" w14:textId="77777777" w:rsidR="00664163" w:rsidRPr="00C87717" w:rsidRDefault="00664163" w:rsidP="006C1F56">
      <w:pPr>
        <w:pStyle w:val="Odstavecseseznamem"/>
        <w:spacing w:after="0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>dle § 98 a §99 ZZVZ, neprodlužuje zadavatel lhůtu pro podání nabídek.</w:t>
      </w:r>
    </w:p>
    <w:p w14:paraId="114D1C3F" w14:textId="77777777" w:rsidR="007F626E" w:rsidRPr="00BD5319" w:rsidRDefault="007F626E" w:rsidP="006C1F56">
      <w:pPr>
        <w:spacing w:after="0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C1F56">
      <w:pPr>
        <w:tabs>
          <w:tab w:val="left" w:pos="993"/>
          <w:tab w:val="center" w:pos="7371"/>
        </w:tabs>
        <w:spacing w:after="0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1FC1E85" w14:textId="270FD1D8" w:rsidR="00664163" w:rsidRDefault="00664163" w:rsidP="006C1F56">
      <w:pPr>
        <w:tabs>
          <w:tab w:val="center" w:pos="7371"/>
        </w:tabs>
        <w:spacing w:after="0"/>
        <w:rPr>
          <w:rFonts w:eastAsia="Calibri" w:cs="Times New Roman"/>
          <w:bCs/>
          <w:lang w:eastAsia="cs-CZ"/>
        </w:rPr>
      </w:pPr>
    </w:p>
    <w:p w14:paraId="24F21A25" w14:textId="77777777" w:rsidR="006C1F56" w:rsidRPr="006C1F56" w:rsidRDefault="006C1F56" w:rsidP="006C1F56">
      <w:pPr>
        <w:tabs>
          <w:tab w:val="center" w:pos="7371"/>
        </w:tabs>
        <w:spacing w:after="0"/>
        <w:rPr>
          <w:rFonts w:eastAsia="Calibri" w:cs="Times New Roman"/>
          <w:b/>
          <w:bCs/>
          <w:lang w:eastAsia="cs-CZ"/>
        </w:rPr>
      </w:pPr>
    </w:p>
    <w:p w14:paraId="102B7D61" w14:textId="0AE29080" w:rsidR="00664163" w:rsidRPr="006C1F56" w:rsidRDefault="00664163" w:rsidP="006C1F56">
      <w:pPr>
        <w:spacing w:after="0"/>
        <w:jc w:val="both"/>
        <w:rPr>
          <w:rFonts w:eastAsia="Calibri" w:cs="Times New Roman"/>
          <w:lang w:eastAsia="cs-CZ"/>
        </w:rPr>
      </w:pPr>
      <w:r w:rsidRPr="006C1F56">
        <w:rPr>
          <w:rFonts w:eastAsia="Calibri" w:cs="Times New Roman"/>
          <w:lang w:eastAsia="cs-CZ"/>
        </w:rPr>
        <w:t xml:space="preserve">V Olomouci dne </w:t>
      </w:r>
      <w:r w:rsidR="006C1F56">
        <w:rPr>
          <w:rFonts w:eastAsia="Calibri" w:cs="Times New Roman"/>
          <w:lang w:eastAsia="cs-CZ"/>
        </w:rPr>
        <w:t>7. 1. 2025</w:t>
      </w:r>
    </w:p>
    <w:p w14:paraId="6F75BA64" w14:textId="77777777" w:rsidR="00664163" w:rsidRPr="006C1F56" w:rsidRDefault="00664163" w:rsidP="006C1F56">
      <w:pPr>
        <w:spacing w:after="0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6C1F56" w:rsidRDefault="00664163" w:rsidP="006C1F56">
      <w:pPr>
        <w:spacing w:after="0"/>
        <w:jc w:val="both"/>
        <w:rPr>
          <w:rFonts w:eastAsia="Calibri" w:cs="Times New Roman"/>
          <w:lang w:eastAsia="cs-CZ"/>
        </w:rPr>
      </w:pPr>
    </w:p>
    <w:p w14:paraId="5586027C" w14:textId="77777777" w:rsidR="00664163" w:rsidRPr="006C1F56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6C1F56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6C1F56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C1F56">
        <w:rPr>
          <w:rFonts w:eastAsia="Times New Roman" w:cs="Times New Roman"/>
          <w:b/>
          <w:bCs/>
          <w:lang w:eastAsia="cs-CZ"/>
        </w:rPr>
        <w:t>Ing. Miroslav Bocák</w:t>
      </w:r>
      <w:r w:rsidRPr="006C1F56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6C1F56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6C1F56">
        <w:rPr>
          <w:rFonts w:eastAsia="Times New Roman" w:cs="Times New Roman"/>
          <w:lang w:eastAsia="cs-CZ"/>
        </w:rPr>
        <w:t>ředitel organizační jednotky</w:t>
      </w:r>
      <w:r w:rsidRPr="006C1F56">
        <w:rPr>
          <w:rFonts w:eastAsia="Times New Roman" w:cs="Times New Roman"/>
          <w:lang w:eastAsia="cs-CZ"/>
        </w:rPr>
        <w:tab/>
      </w:r>
    </w:p>
    <w:p w14:paraId="5DEDC136" w14:textId="77777777" w:rsidR="00664163" w:rsidRPr="006C1F56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6C1F56">
        <w:rPr>
          <w:rFonts w:eastAsia="Times New Roman" w:cs="Times New Roman"/>
          <w:lang w:eastAsia="cs-CZ"/>
        </w:rPr>
        <w:t>Stavební správa východ</w:t>
      </w:r>
    </w:p>
    <w:p w14:paraId="49ADD5E7" w14:textId="76E1CCA3" w:rsidR="00CB7B5A" w:rsidRPr="006C1F56" w:rsidRDefault="00664163" w:rsidP="006C1F56">
      <w:pPr>
        <w:spacing w:after="0" w:line="240" w:lineRule="auto"/>
        <w:rPr>
          <w:rFonts w:eastAsia="Times New Roman" w:cs="Times New Roman"/>
          <w:lang w:eastAsia="cs-CZ"/>
        </w:rPr>
      </w:pPr>
      <w:r w:rsidRPr="006C1F56">
        <w:rPr>
          <w:rFonts w:eastAsia="Times New Roman" w:cs="Times New Roman"/>
          <w:lang w:eastAsia="cs-CZ"/>
        </w:rPr>
        <w:t>Správa železnic, státní organizace</w:t>
      </w:r>
    </w:p>
    <w:sectPr w:rsidR="00CB7B5A" w:rsidRPr="006C1F56" w:rsidSect="00430B4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AF6BBF0" w16cex:dateUtc="2025-01-06T11:3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6E83E" w14:textId="77777777" w:rsidR="00D25018" w:rsidRDefault="00D25018" w:rsidP="00962258">
      <w:pPr>
        <w:spacing w:after="0" w:line="240" w:lineRule="auto"/>
      </w:pPr>
      <w:r>
        <w:separator/>
      </w:r>
    </w:p>
  </w:endnote>
  <w:endnote w:type="continuationSeparator" w:id="0">
    <w:p w14:paraId="5295177E" w14:textId="77777777" w:rsidR="00D25018" w:rsidRDefault="00D250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B21CC" w14:textId="77777777" w:rsidR="00D25018" w:rsidRDefault="00D25018" w:rsidP="00962258">
      <w:pPr>
        <w:spacing w:after="0" w:line="240" w:lineRule="auto"/>
      </w:pPr>
      <w:r>
        <w:separator/>
      </w:r>
    </w:p>
  </w:footnote>
  <w:footnote w:type="continuationSeparator" w:id="0">
    <w:p w14:paraId="1F8C70E3" w14:textId="77777777" w:rsidR="00D25018" w:rsidRDefault="00D250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abstractNum w:abstractNumId="7" w15:restartNumberingAfterBreak="0">
    <w:nsid w:val="7D127965"/>
    <w:multiLevelType w:val="hybridMultilevel"/>
    <w:tmpl w:val="26E6C4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66116"/>
    <w:rsid w:val="00072C1E"/>
    <w:rsid w:val="00097042"/>
    <w:rsid w:val="000B3A82"/>
    <w:rsid w:val="000B6C7E"/>
    <w:rsid w:val="000B7907"/>
    <w:rsid w:val="000C0429"/>
    <w:rsid w:val="000C45E8"/>
    <w:rsid w:val="00100D25"/>
    <w:rsid w:val="00114472"/>
    <w:rsid w:val="001267E4"/>
    <w:rsid w:val="00170EC5"/>
    <w:rsid w:val="001747C1"/>
    <w:rsid w:val="0018596A"/>
    <w:rsid w:val="00194E18"/>
    <w:rsid w:val="001B69C2"/>
    <w:rsid w:val="001C4DA0"/>
    <w:rsid w:val="00207DF5"/>
    <w:rsid w:val="00267369"/>
    <w:rsid w:val="0026785D"/>
    <w:rsid w:val="00273CE2"/>
    <w:rsid w:val="00296D39"/>
    <w:rsid w:val="002A59FE"/>
    <w:rsid w:val="002C31BF"/>
    <w:rsid w:val="002E0CD7"/>
    <w:rsid w:val="002F026B"/>
    <w:rsid w:val="002F450F"/>
    <w:rsid w:val="0033209D"/>
    <w:rsid w:val="00335122"/>
    <w:rsid w:val="00335732"/>
    <w:rsid w:val="00357BC6"/>
    <w:rsid w:val="0037111D"/>
    <w:rsid w:val="003756B9"/>
    <w:rsid w:val="003956C6"/>
    <w:rsid w:val="003E6B9A"/>
    <w:rsid w:val="003E75CE"/>
    <w:rsid w:val="0041380F"/>
    <w:rsid w:val="00430B4E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12DD5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F5900"/>
    <w:rsid w:val="006104F6"/>
    <w:rsid w:val="0061068E"/>
    <w:rsid w:val="0062408B"/>
    <w:rsid w:val="00630DC6"/>
    <w:rsid w:val="00660AD3"/>
    <w:rsid w:val="00664163"/>
    <w:rsid w:val="006A5570"/>
    <w:rsid w:val="006A689C"/>
    <w:rsid w:val="006B3D79"/>
    <w:rsid w:val="006B7D49"/>
    <w:rsid w:val="006C1F56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25237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4328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AE283E"/>
    <w:rsid w:val="00B15B5E"/>
    <w:rsid w:val="00B15D0D"/>
    <w:rsid w:val="00B23CA3"/>
    <w:rsid w:val="00B3491A"/>
    <w:rsid w:val="00B41050"/>
    <w:rsid w:val="00B4264E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6581F"/>
    <w:rsid w:val="00C727E5"/>
    <w:rsid w:val="00C8207D"/>
    <w:rsid w:val="00C97029"/>
    <w:rsid w:val="00CB5457"/>
    <w:rsid w:val="00CB7B5A"/>
    <w:rsid w:val="00CC1E2B"/>
    <w:rsid w:val="00CD1FC4"/>
    <w:rsid w:val="00CE371D"/>
    <w:rsid w:val="00D02A4D"/>
    <w:rsid w:val="00D21061"/>
    <w:rsid w:val="00D25018"/>
    <w:rsid w:val="00D30532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562BA"/>
    <w:rsid w:val="00E64B69"/>
    <w:rsid w:val="00E824F1"/>
    <w:rsid w:val="00E9347D"/>
    <w:rsid w:val="00EB104F"/>
    <w:rsid w:val="00ED14BD"/>
    <w:rsid w:val="00F01440"/>
    <w:rsid w:val="00F12DEC"/>
    <w:rsid w:val="00F1715C"/>
    <w:rsid w:val="00F26021"/>
    <w:rsid w:val="00F310F8"/>
    <w:rsid w:val="00F328DE"/>
    <w:rsid w:val="00F35939"/>
    <w:rsid w:val="00F45607"/>
    <w:rsid w:val="00F64786"/>
    <w:rsid w:val="00F659EB"/>
    <w:rsid w:val="00F804A7"/>
    <w:rsid w:val="00F8318E"/>
    <w:rsid w:val="00F862D6"/>
    <w:rsid w:val="00F86BA6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28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28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B0A45-4480-4ACF-8B57-5D4471E68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44</TotalTime>
  <Pages>1</Pages>
  <Words>293</Words>
  <Characters>1735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4</cp:revision>
  <cp:lastPrinted>2019-02-22T13:28:00Z</cp:lastPrinted>
  <dcterms:created xsi:type="dcterms:W3CDTF">2025-01-06T10:14:00Z</dcterms:created>
  <dcterms:modified xsi:type="dcterms:W3CDTF">2025-01-07T07:27:00Z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